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9C9" w:rsidRDefault="009909C9" w:rsidP="009B43B9">
      <w:pPr>
        <w:tabs>
          <w:tab w:val="left" w:pos="567"/>
        </w:tabs>
        <w:spacing w:afterLines="100" w:line="360" w:lineRule="auto"/>
        <w:jc w:val="center"/>
        <w:rPr>
          <w:rFonts w:ascii="宋体" w:cs="宋体"/>
          <w:b/>
          <w:bCs/>
          <w:sz w:val="44"/>
          <w:szCs w:val="44"/>
        </w:rPr>
      </w:pPr>
      <w:r w:rsidRPr="002601E7">
        <w:rPr>
          <w:rFonts w:ascii="宋体" w:hAnsi="宋体" w:cs="宋体" w:hint="eastAsia"/>
          <w:b/>
          <w:bCs/>
          <w:sz w:val="44"/>
          <w:szCs w:val="44"/>
        </w:rPr>
        <w:t>安庆新能源汽车动力电池工业厂房</w:t>
      </w:r>
    </w:p>
    <w:p w:rsidR="009909C9" w:rsidRDefault="009909C9" w:rsidP="002601E7">
      <w:pPr>
        <w:tabs>
          <w:tab w:val="left" w:pos="567"/>
        </w:tabs>
        <w:spacing w:afterLines="100" w:line="360" w:lineRule="auto"/>
        <w:ind w:leftChars="211" w:left="31680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44"/>
          <w:szCs w:val="44"/>
        </w:rPr>
        <w:t>消防检测、防雷检测</w:t>
      </w:r>
    </w:p>
    <w:p w:rsidR="009909C9" w:rsidRDefault="009909C9"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40"/>
          <w:szCs w:val="40"/>
        </w:rPr>
      </w:pPr>
      <w:r>
        <w:rPr>
          <w:rFonts w:ascii="宋体" w:hAnsi="宋体" w:cs="宋体" w:hint="eastAsia"/>
          <w:b/>
          <w:bCs/>
          <w:sz w:val="40"/>
          <w:szCs w:val="40"/>
        </w:rPr>
        <w:t>（</w:t>
      </w:r>
      <w:r>
        <w:rPr>
          <w:rFonts w:ascii="宋体" w:hAnsi="宋体" w:cs="宋体"/>
          <w:b/>
          <w:bCs/>
          <w:sz w:val="40"/>
          <w:szCs w:val="40"/>
          <w:u w:val="single"/>
        </w:rPr>
        <w:t xml:space="preserve">   </w:t>
      </w:r>
      <w:r>
        <w:rPr>
          <w:rFonts w:ascii="宋体" w:hAnsi="宋体" w:cs="宋体" w:hint="eastAsia"/>
          <w:b/>
          <w:bCs/>
          <w:sz w:val="40"/>
          <w:szCs w:val="40"/>
        </w:rPr>
        <w:t>）标段：</w:t>
      </w:r>
      <w:r>
        <w:rPr>
          <w:rFonts w:ascii="宋体" w:hAnsi="宋体" w:cs="宋体"/>
          <w:b/>
          <w:bCs/>
          <w:sz w:val="40"/>
          <w:szCs w:val="40"/>
          <w:u w:val="single"/>
        </w:rPr>
        <w:t xml:space="preserve">     </w:t>
      </w:r>
      <w:r>
        <w:rPr>
          <w:rFonts w:ascii="宋体" w:hAnsi="宋体" w:cs="宋体" w:hint="eastAsia"/>
          <w:b/>
          <w:bCs/>
          <w:sz w:val="40"/>
          <w:szCs w:val="40"/>
        </w:rPr>
        <w:t>检测</w:t>
      </w:r>
    </w:p>
    <w:p w:rsidR="009909C9" w:rsidRDefault="009909C9" w:rsidP="009B43B9"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ascii="宋体" w:hAnsi="宋体" w:cs="宋体" w:hint="eastAsia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ascii="宋体" w:hAnsi="宋体" w:cs="宋体" w:hint="eastAsia"/>
          <w:b/>
          <w:bCs/>
          <w:sz w:val="72"/>
          <w:szCs w:val="72"/>
        </w:rPr>
        <w:t>单</w:t>
      </w:r>
    </w:p>
    <w:p w:rsidR="009909C9" w:rsidRDefault="009909C9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9909C9" w:rsidRDefault="009909C9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9909C9" w:rsidRDefault="009909C9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9909C9" w:rsidRDefault="009909C9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9909C9" w:rsidRDefault="009909C9" w:rsidP="002601E7">
      <w:pPr>
        <w:tabs>
          <w:tab w:val="left" w:pos="567"/>
        </w:tabs>
        <w:snapToGrid w:val="0"/>
        <w:spacing w:before="240" w:line="720" w:lineRule="auto"/>
        <w:ind w:leftChars="23" w:left="31680" w:hangingChars="334" w:firstLine="31680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ascii="宋体" w:hAnsi="宋体" w:cs="宋体" w:hint="eastAsia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ascii="宋体" w:hAnsi="宋体" w:cs="宋体" w:hint="eastAsia"/>
          <w:spacing w:val="76"/>
          <w:u w:val="single"/>
        </w:rPr>
        <w:t>（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ascii="宋体" w:hAnsi="宋体" w:cs="宋体" w:hint="eastAsia"/>
          <w:spacing w:val="76"/>
          <w:u w:val="single"/>
        </w:rPr>
        <w:t>标段）</w:t>
      </w:r>
    </w:p>
    <w:p w:rsidR="009909C9" w:rsidRDefault="009909C9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 w:rsidR="009909C9" w:rsidRDefault="009909C9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投标报价（单价）（人民币大写）：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 w:rsidR="009909C9" w:rsidRDefault="009909C9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ascii="宋体" w:hAnsi="宋体" w:cs="宋体" w:hint="eastAsia"/>
          <w:spacing w:val="176"/>
        </w:rPr>
        <w:t>投标人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  <w:t xml:space="preserve">      </w:t>
      </w:r>
      <w:r>
        <w:rPr>
          <w:rFonts w:ascii="宋体" w:hAnsi="宋体" w:cs="宋体" w:hint="eastAsia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 w:rsidR="009909C9" w:rsidRDefault="009909C9"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  <w:t xml:space="preserve">    </w:t>
      </w:r>
      <w:r>
        <w:rPr>
          <w:rFonts w:ascii="宋体" w:cs="宋体"/>
          <w:u w:val="single"/>
        </w:rPr>
        <w:tab/>
      </w:r>
      <w:r>
        <w:rPr>
          <w:rFonts w:ascii="宋体" w:hAnsi="宋体" w:cs="宋体" w:hint="eastAsia"/>
          <w:u w:val="single"/>
        </w:rPr>
        <w:t>（签字或盖章）</w:t>
      </w:r>
    </w:p>
    <w:p w:rsidR="009909C9" w:rsidRDefault="009909C9"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 w:rsidR="009909C9" w:rsidRDefault="009909C9" w:rsidP="002601E7">
      <w:pPr>
        <w:spacing w:line="500" w:lineRule="exact"/>
        <w:ind w:right="560" w:firstLineChars="1500" w:firstLine="31680"/>
        <w:jc w:val="both"/>
        <w:rPr>
          <w:rFonts w:ascii="宋体" w:cs="宋体"/>
        </w:rPr>
      </w:pPr>
      <w:r>
        <w:rPr>
          <w:rFonts w:ascii="宋体" w:cs="宋体" w:hint="eastAsia"/>
        </w:rPr>
        <w:t>投标人盖章</w:t>
      </w:r>
    </w:p>
    <w:p w:rsidR="009909C9" w:rsidRDefault="009909C9">
      <w:pPr>
        <w:spacing w:line="500" w:lineRule="exact"/>
        <w:ind w:right="560"/>
        <w:jc w:val="both"/>
        <w:rPr>
          <w:rFonts w:ascii="宋体" w:cs="宋体"/>
        </w:rPr>
      </w:pPr>
    </w:p>
    <w:p w:rsidR="009909C9" w:rsidRDefault="009909C9"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 xml:space="preserve"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ascii="宋体" w:hAnsi="宋体" w:cs="宋体" w:hint="eastAsia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ascii="宋体" w:hAnsi="宋体" w:cs="宋体" w:hint="eastAsia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ascii="宋体" w:hAnsi="宋体" w:cs="宋体" w:hint="eastAsia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ascii="宋体" w:hAnsi="宋体" w:cs="宋体" w:hint="eastAsia"/>
          <w:color w:val="000000"/>
        </w:rPr>
        <w:t>日</w:t>
      </w:r>
      <w:bookmarkStart w:id="0" w:name="_GoBack"/>
      <w:bookmarkEnd w:id="0"/>
    </w:p>
    <w:sectPr w:rsidR="009909C9" w:rsidSect="00630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9C9" w:rsidRDefault="009909C9" w:rsidP="00630585">
      <w:r>
        <w:separator/>
      </w:r>
    </w:p>
  </w:endnote>
  <w:endnote w:type="continuationSeparator" w:id="0">
    <w:p w:rsidR="009909C9" w:rsidRDefault="009909C9" w:rsidP="00630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9C9" w:rsidRDefault="009909C9" w:rsidP="00630585">
      <w:r>
        <w:separator/>
      </w:r>
    </w:p>
  </w:footnote>
  <w:footnote w:type="continuationSeparator" w:id="0">
    <w:p w:rsidR="009909C9" w:rsidRDefault="009909C9" w:rsidP="006305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 w:rsidP="002601E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9" w:rsidRDefault="009909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B9790D"/>
    <w:rsid w:val="000459B3"/>
    <w:rsid w:val="002601E7"/>
    <w:rsid w:val="00575805"/>
    <w:rsid w:val="00630585"/>
    <w:rsid w:val="00705662"/>
    <w:rsid w:val="008C7552"/>
    <w:rsid w:val="009000F5"/>
    <w:rsid w:val="00921380"/>
    <w:rsid w:val="009909C9"/>
    <w:rsid w:val="009B43B9"/>
    <w:rsid w:val="00C550DA"/>
    <w:rsid w:val="00DF036B"/>
    <w:rsid w:val="0E822B3C"/>
    <w:rsid w:val="1B203415"/>
    <w:rsid w:val="2C7C2502"/>
    <w:rsid w:val="2E637B52"/>
    <w:rsid w:val="31E4356F"/>
    <w:rsid w:val="35B9790D"/>
    <w:rsid w:val="4C9F14A8"/>
    <w:rsid w:val="5E634F22"/>
    <w:rsid w:val="6D4A712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85"/>
    <w:pPr>
      <w:widowControl w:val="0"/>
    </w:pPr>
    <w:rPr>
      <w:rFonts w:ascii="Times New Roman" w:eastAsia="宋体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05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058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30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0585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630585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54</Words>
  <Characters>310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暖。飞i</dc:creator>
  <cp:keywords/>
  <dc:description/>
  <cp:lastModifiedBy>Windows</cp:lastModifiedBy>
  <cp:revision>5</cp:revision>
  <dcterms:created xsi:type="dcterms:W3CDTF">2018-11-22T09:01:00Z</dcterms:created>
  <dcterms:modified xsi:type="dcterms:W3CDTF">2020-03-02T09:30:00Z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