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十一、本工程于202</w:t>
      </w:r>
      <w:r>
        <w:rPr>
          <w:rFonts w:hint="eastAsia" w:ascii="宋体" w:hAnsi="宋体" w:cs="宋体"/>
          <w:sz w:val="24"/>
          <w:szCs w:val="24"/>
          <w:lang w:val="en-US" w:eastAsia="zh-CN"/>
        </w:rPr>
        <w:t>1</w:t>
      </w:r>
      <w:r>
        <w:rPr>
          <w:rFonts w:hint="eastAsia" w:ascii="宋体" w:hAnsi="宋体" w:cs="宋体"/>
          <w:sz w:val="24"/>
          <w:szCs w:val="24"/>
        </w:rPr>
        <w:t>年</w:t>
      </w:r>
      <w:r>
        <w:rPr>
          <w:rFonts w:hint="eastAsia" w:ascii="宋体" w:hAnsi="宋体" w:cs="宋体"/>
          <w:sz w:val="24"/>
          <w:szCs w:val="24"/>
          <w:lang w:val="en-US" w:eastAsia="zh-CN"/>
        </w:rPr>
        <w:t>4</w:t>
      </w:r>
      <w:r>
        <w:rPr>
          <w:rFonts w:hint="eastAsia" w:ascii="宋体" w:hAnsi="宋体" w:cs="宋体"/>
          <w:sz w:val="24"/>
          <w:szCs w:val="24"/>
        </w:rPr>
        <w:t>月</w:t>
      </w:r>
      <w:r>
        <w:rPr>
          <w:rFonts w:hint="eastAsia" w:ascii="宋体" w:hAnsi="宋体" w:cs="宋体"/>
          <w:sz w:val="24"/>
          <w:szCs w:val="24"/>
          <w:lang w:val="en-US" w:eastAsia="zh-CN"/>
        </w:rPr>
        <w:t>20</w:t>
      </w:r>
      <w:r>
        <w:rPr>
          <w:rFonts w:hint="eastAsia" w:ascii="宋体" w:hAnsi="宋体" w:cs="宋体"/>
          <w:sz w:val="24"/>
          <w:szCs w:val="24"/>
        </w:rPr>
        <w:t>日</w:t>
      </w:r>
      <w:r>
        <w:rPr>
          <w:rFonts w:hint="eastAsia" w:ascii="宋体" w:hAnsi="宋体" w:cs="宋体"/>
          <w:sz w:val="24"/>
          <w:szCs w:val="24"/>
          <w:lang w:val="en-US" w:eastAsia="zh-CN"/>
        </w:rPr>
        <w:t>10</w:t>
      </w:r>
      <w:bookmarkStart w:id="0" w:name="_GoBack"/>
      <w:bookmarkEnd w:id="0"/>
      <w:r>
        <w:rPr>
          <w:rFonts w:hint="eastAsia" w:ascii="宋体" w:hAnsi="宋体" w:cs="宋体"/>
          <w:sz w:val="24"/>
          <w:szCs w:val="24"/>
        </w:rPr>
        <w:t>时00分开标，在此时间段内我公司能够按招标文件的要求编制投标文件，无论中标与否，我公司都不会因此而提出异议或向有关部门投诉。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45355FC"/>
    <w:rsid w:val="07033ECF"/>
    <w:rsid w:val="088310A2"/>
    <w:rsid w:val="0AC52164"/>
    <w:rsid w:val="0C6B02A2"/>
    <w:rsid w:val="103C493D"/>
    <w:rsid w:val="1E675035"/>
    <w:rsid w:val="236666D0"/>
    <w:rsid w:val="264941F4"/>
    <w:rsid w:val="28CD0401"/>
    <w:rsid w:val="3474768B"/>
    <w:rsid w:val="4B1D2313"/>
    <w:rsid w:val="524F02DB"/>
    <w:rsid w:val="57A94A8F"/>
    <w:rsid w:val="5FB60A5D"/>
    <w:rsid w:val="6016304B"/>
    <w:rsid w:val="6018029D"/>
    <w:rsid w:val="60873FCD"/>
    <w:rsid w:val="65C96AA3"/>
    <w:rsid w:val="68BC5D0F"/>
    <w:rsid w:val="6A153E28"/>
    <w:rsid w:val="6D535020"/>
    <w:rsid w:val="71A71BE7"/>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2021-04-13T06:36:40Z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C964652EFDDF44C9853E5459C47ED102</vt:lpwstr>
  </property>
</Properties>
</file>