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ind w:firstLine="420" w:firstLineChars="0"/>
        <w:jc w:val="center"/>
        <w:rPr>
          <w:rFonts w:ascii="宋体" w:hAnsi="宋体" w:cs="宋体"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        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元（大写</w:t>
      </w:r>
      <w:r>
        <w:rPr>
          <w:rFonts w:hint="eastAsia" w:ascii="宋体" w:hAnsi="宋体" w:cs="宋体"/>
          <w:color w:val="auto"/>
          <w:lang w:eastAsia="zh-CN"/>
        </w:rPr>
        <w:t>：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color w:val="auto"/>
        </w:rPr>
        <w:t>）</w:t>
      </w:r>
      <w:r>
        <w:rPr>
          <w:rFonts w:hint="eastAsia" w:ascii="宋体" w:hAnsi="宋体" w:cs="宋体"/>
          <w:color w:val="auto"/>
          <w:lang w:val="en-US" w:eastAsia="zh-CN"/>
        </w:rPr>
        <w:t>的包干</w:t>
      </w:r>
      <w:r>
        <w:rPr>
          <w:rFonts w:hint="eastAsia" w:ascii="宋体" w:hAnsi="宋体" w:cs="宋体"/>
          <w:color w:val="auto"/>
        </w:rPr>
        <w:t>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收到甲方通知后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val="en-US" w:eastAsia="zh-CN"/>
        </w:rPr>
        <w:t>7</w:t>
      </w:r>
      <w:r>
        <w:rPr>
          <w:rFonts w:hint="eastAsia" w:ascii="宋体" w:hAnsi="宋体" w:cs="宋体"/>
          <w:strike w:val="0"/>
          <w:dstrike w:val="0"/>
          <w:color w:val="auto"/>
          <w:u w:val="single"/>
          <w:lang w:eastAsia="zh-CN"/>
        </w:rPr>
        <w:t xml:space="preserve">   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内天完成检测并出具报告，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</w:t>
      </w:r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1CE5D1C"/>
    <w:rsid w:val="05F331E9"/>
    <w:rsid w:val="075C2E4B"/>
    <w:rsid w:val="0AA55C06"/>
    <w:rsid w:val="1EC14208"/>
    <w:rsid w:val="2C9753FE"/>
    <w:rsid w:val="3F460F57"/>
    <w:rsid w:val="3F623990"/>
    <w:rsid w:val="482B20B7"/>
    <w:rsid w:val="557836D9"/>
    <w:rsid w:val="577C153A"/>
    <w:rsid w:val="5F542FF4"/>
    <w:rsid w:val="67967072"/>
    <w:rsid w:val="6D535020"/>
    <w:rsid w:val="6DF47A1B"/>
    <w:rsid w:val="71E56B21"/>
    <w:rsid w:val="794F5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5</TotalTime>
  <ScaleCrop>false</ScaleCrop>
  <LinksUpToDate>false</LinksUpToDate>
  <CharactersWithSpaces>662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Administrator</cp:lastModifiedBy>
  <cp:lastPrinted>2021-09-13T01:20:33Z</cp:lastPrinted>
  <dcterms:modified xsi:type="dcterms:W3CDTF">2021-09-13T01:25:34Z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C700343734B14725BC44EAEB5FD0773B</vt:lpwstr>
  </property>
</Properties>
</file>