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</w:t>
      </w:r>
      <w:bookmarkStart w:id="0" w:name="_GoBack"/>
      <w:bookmarkEnd w:id="0"/>
      <w:r>
        <w:rPr>
          <w:rFonts w:hint="eastAsia" w:ascii="宋体" w:hAnsi="宋体" w:cs="宋体"/>
          <w:color w:val="auto"/>
        </w:rPr>
        <w:t>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28F429A"/>
    <w:rsid w:val="1EC14208"/>
    <w:rsid w:val="2C9753FE"/>
    <w:rsid w:val="3F623990"/>
    <w:rsid w:val="482B20B7"/>
    <w:rsid w:val="557836D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3</TotalTime>
  <ScaleCrop>false</ScaleCrop>
  <LinksUpToDate>false</LinksUpToDate>
  <CharactersWithSpaces>662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Administrator</cp:lastModifiedBy>
  <dcterms:modified xsi:type="dcterms:W3CDTF">2021-11-17T09:18:14Z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F3C723DA7EDA492489EFE129F15D27D6</vt:lpwstr>
  </property>
</Properties>
</file>