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         项目</w:t>
      </w:r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一）我方愿以人民币（大写）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</w:t>
      </w:r>
      <w:r>
        <w:rPr>
          <w:rFonts w:hint="eastAsia" w:ascii="宋体" w:hAnsi="宋体" w:cs="宋体"/>
          <w:color w:val="auto"/>
          <w:lang w:eastAsia="zh-CN"/>
        </w:rPr>
        <w:t>的</w:t>
      </w:r>
      <w:r>
        <w:rPr>
          <w:rFonts w:hint="eastAsia" w:ascii="宋体" w:hAnsi="宋体" w:cs="宋体"/>
          <w:color w:val="auto"/>
        </w:rPr>
        <w:t>价</w:t>
      </w:r>
      <w:r>
        <w:rPr>
          <w:rFonts w:hint="eastAsia" w:ascii="宋体" w:hAnsi="宋体" w:cs="宋体"/>
          <w:color w:val="auto"/>
          <w:lang w:eastAsia="zh-CN"/>
        </w:rPr>
        <w:t>格</w:t>
      </w:r>
      <w:r>
        <w:rPr>
          <w:rFonts w:hint="eastAsia" w:ascii="宋体" w:hAnsi="宋体" w:cs="宋体"/>
          <w:color w:val="auto"/>
        </w:rPr>
        <w:t>完成本次招标内容。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收到甲方通知后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val="en-US" w:eastAsia="zh-CN"/>
        </w:rPr>
        <w:t>30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内天完成检测并出具报告，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</w:t>
      </w:r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4、如果我们中标，我们将按照规定，及时签定技术报务合同，如违约，贵方有权中止我方合同，并选择其他单位中标。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zM2JhMmIyN2I4OWRiZDAwNmVjM2Q0M2Y1OWFjNWQifQ=="/>
  </w:docVars>
  <w:rsids>
    <w:rsidRoot w:val="0AA55C06"/>
    <w:rsid w:val="00522830"/>
    <w:rsid w:val="0097059E"/>
    <w:rsid w:val="009C4605"/>
    <w:rsid w:val="00B6571B"/>
    <w:rsid w:val="023318DD"/>
    <w:rsid w:val="05F331E9"/>
    <w:rsid w:val="0AA55C06"/>
    <w:rsid w:val="1EC14208"/>
    <w:rsid w:val="2C9753FE"/>
    <w:rsid w:val="3F623990"/>
    <w:rsid w:val="482B20B7"/>
    <w:rsid w:val="557836D9"/>
    <w:rsid w:val="577C153A"/>
    <w:rsid w:val="5F542FF4"/>
    <w:rsid w:val="6D535020"/>
    <w:rsid w:val="6DF47A1B"/>
    <w:rsid w:val="71E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387</Words>
  <Characters>389</Characters>
  <Lines>4</Lines>
  <Paragraphs>1</Paragraphs>
  <TotalTime>3</TotalTime>
  <ScaleCrop>false</ScaleCrop>
  <LinksUpToDate>false</LinksUpToDate>
  <CharactersWithSpaces>649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暖。飞i</cp:lastModifiedBy>
  <dcterms:modified xsi:type="dcterms:W3CDTF">2022-07-26T04:02:23Z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F6E28E39EA50458A9C09A9490BE4B125</vt:lpwstr>
  </property>
</Properties>
</file>