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right="0"/>
        <w:jc w:val="both"/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附件1 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600" w:lineRule="atLeast"/>
        <w:ind w:left="0" w:right="0" w:firstLine="723"/>
        <w:jc w:val="center"/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投标函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600" w:lineRule="atLeast"/>
        <w:ind w:left="0" w:right="0" w:firstLine="723"/>
        <w:jc w:val="center"/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安庆皖江高科技投资发展有限公司：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64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经研究，我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公司</w:t>
      </w:r>
      <w:bookmarkStart w:id="0" w:name="_GoBack"/>
      <w:bookmarkEnd w:id="0"/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决定参加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2023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年安庆皖江高科技投资发展有限公司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公司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债券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（可持续挂钩）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主承销商比选活动，为此，我方郑重声明以下几点，并负法律责任。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64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一、我方递交的各项文件，一式六份；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64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二、如果我们的递交文件被接受，我们将履行文件中规定的每项要求，并按我们递交文件中的承诺按期、按质、按量完成；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64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三、我们理解，最低报价不是确定主承销商的唯一条件，你们有选择主承销商的权利；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64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四、我方愿按《中华人民共和国合同法》及其他有关法律、法规的规定，自觉履行自己的全部责任；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64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五、我方递交的文件有效期为60天。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64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640" w:firstLine="224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单位名称（公章）：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640"/>
        <w:jc w:val="center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   法定代表人或授权代表（签字或盖章）：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640"/>
        <w:jc w:val="center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224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日期：_____年____月____日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560" w:lineRule="atLeast"/>
        <w:ind w:left="0" w:right="0" w:firstLine="0"/>
        <w:jc w:val="both"/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0"/>
        <w:jc w:val="center"/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20"/>
          <w:kern w:val="0"/>
          <w:sz w:val="36"/>
          <w:szCs w:val="36"/>
          <w:shd w:val="clear" w:fill="FFFFFF"/>
          <w:lang w:val="en-US" w:eastAsia="zh-CN" w:bidi="ar"/>
        </w:rPr>
        <w:t>法定代表人授权委托书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安庆皖江高科技投资发展有限公司：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640"/>
        <w:jc w:val="left"/>
        <w:rPr>
          <w:sz w:val="28"/>
          <w:szCs w:val="28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             （单位名称）法定代表人      授权我单位（姓名）       （身份证号码）    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为我单位本次授权代理人，全权处理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2023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年安庆皖江高科技投资发展有限公司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公司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债券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（可持续挂钩）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主承销商比选活动的一切相关事宜。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特此授权！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（附法定代表人、授权代理人身份证明复印件）。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0"/>
        <w:jc w:val="both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960"/>
        <w:jc w:val="right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单位名称（公章）：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960"/>
        <w:jc w:val="right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960"/>
        <w:jc w:val="right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法定代表人（签字或盖章）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960"/>
        <w:jc w:val="right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960"/>
        <w:jc w:val="right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法人授权代表（签字）：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960"/>
        <w:jc w:val="right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960"/>
        <w:jc w:val="right"/>
        <w:rPr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日期：_____年____月___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3" w:lineRule="atLeast"/>
        <w:ind w:left="0" w:right="0" w:firstLine="803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20"/>
          <w:kern w:val="0"/>
          <w:sz w:val="36"/>
          <w:szCs w:val="36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3" w:lineRule="atLeast"/>
        <w:ind w:left="0" w:right="0" w:firstLine="281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20"/>
          <w:kern w:val="0"/>
          <w:sz w:val="36"/>
          <w:szCs w:val="36"/>
          <w:shd w:val="clear" w:fill="FFFFFF"/>
          <w:lang w:val="en-US" w:eastAsia="zh-CN" w:bidi="ar"/>
        </w:rPr>
        <w:t>承销费率报价函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0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安庆皖江高科技投资发展有限公司：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560" w:firstLineChars="200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我公司同意参与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2023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年安庆皖江高科技投资发展有限公司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公司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债券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（可持续挂钩）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主承销商比选活动，如成功取得贵公司本次的主承销商资格，本次债券承销费率不高于  /  年，总费率不高于   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3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3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3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0"/>
        <w:jc w:val="righ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单位名称（公章）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0"/>
        <w:jc w:val="center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                                         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年  月  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23" w:lineRule="atLeast"/>
        <w:ind w:left="0" w:right="0" w:firstLine="0"/>
        <w:jc w:val="both"/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4MjllYjk4NTYwNWI2OWYyZWJiODI3ZDk1NTZlNWIifQ=="/>
  </w:docVars>
  <w:rsids>
    <w:rsidRoot w:val="00000000"/>
    <w:rsid w:val="00386BB0"/>
    <w:rsid w:val="0048206C"/>
    <w:rsid w:val="00621851"/>
    <w:rsid w:val="006D6F30"/>
    <w:rsid w:val="00780AC8"/>
    <w:rsid w:val="00AD74C2"/>
    <w:rsid w:val="00E846E5"/>
    <w:rsid w:val="0108531E"/>
    <w:rsid w:val="01186ECD"/>
    <w:rsid w:val="01375ADE"/>
    <w:rsid w:val="01401FA7"/>
    <w:rsid w:val="01666EFF"/>
    <w:rsid w:val="016C4597"/>
    <w:rsid w:val="016E2F6B"/>
    <w:rsid w:val="018A263E"/>
    <w:rsid w:val="01CB023A"/>
    <w:rsid w:val="01CF1B3B"/>
    <w:rsid w:val="01D052FA"/>
    <w:rsid w:val="01DC2732"/>
    <w:rsid w:val="02122D1F"/>
    <w:rsid w:val="02181D74"/>
    <w:rsid w:val="022E3EDD"/>
    <w:rsid w:val="022F32B4"/>
    <w:rsid w:val="024B63B5"/>
    <w:rsid w:val="024C73AE"/>
    <w:rsid w:val="02675589"/>
    <w:rsid w:val="02944F6D"/>
    <w:rsid w:val="02BF5CE9"/>
    <w:rsid w:val="02C16575"/>
    <w:rsid w:val="02DA2F8E"/>
    <w:rsid w:val="02E25DAC"/>
    <w:rsid w:val="03647695"/>
    <w:rsid w:val="039A66D1"/>
    <w:rsid w:val="03EA0E8D"/>
    <w:rsid w:val="041106E7"/>
    <w:rsid w:val="04251FD6"/>
    <w:rsid w:val="04275653"/>
    <w:rsid w:val="0437445E"/>
    <w:rsid w:val="0439730C"/>
    <w:rsid w:val="04494858"/>
    <w:rsid w:val="045C35A7"/>
    <w:rsid w:val="04685AD3"/>
    <w:rsid w:val="04740F64"/>
    <w:rsid w:val="048969C2"/>
    <w:rsid w:val="0495501E"/>
    <w:rsid w:val="04B73E6A"/>
    <w:rsid w:val="04C92374"/>
    <w:rsid w:val="04CF0C98"/>
    <w:rsid w:val="04E336BA"/>
    <w:rsid w:val="04E47993"/>
    <w:rsid w:val="04EC0D31"/>
    <w:rsid w:val="04EE38B7"/>
    <w:rsid w:val="054C427D"/>
    <w:rsid w:val="05A973C5"/>
    <w:rsid w:val="05AC022A"/>
    <w:rsid w:val="05C279E8"/>
    <w:rsid w:val="05C571D1"/>
    <w:rsid w:val="05CC6C4C"/>
    <w:rsid w:val="05D63287"/>
    <w:rsid w:val="05D83D51"/>
    <w:rsid w:val="05FD56F4"/>
    <w:rsid w:val="060869D9"/>
    <w:rsid w:val="06447FDA"/>
    <w:rsid w:val="06826BE3"/>
    <w:rsid w:val="06954346"/>
    <w:rsid w:val="06AA36D1"/>
    <w:rsid w:val="06D17552"/>
    <w:rsid w:val="07124399"/>
    <w:rsid w:val="072C59A6"/>
    <w:rsid w:val="07384FBC"/>
    <w:rsid w:val="07472E48"/>
    <w:rsid w:val="07767B6E"/>
    <w:rsid w:val="07812A4B"/>
    <w:rsid w:val="07A075DD"/>
    <w:rsid w:val="07B721CC"/>
    <w:rsid w:val="07C66951"/>
    <w:rsid w:val="07D032A1"/>
    <w:rsid w:val="07F1298F"/>
    <w:rsid w:val="08074776"/>
    <w:rsid w:val="085256AD"/>
    <w:rsid w:val="0864629B"/>
    <w:rsid w:val="087E792D"/>
    <w:rsid w:val="08855015"/>
    <w:rsid w:val="08AE7877"/>
    <w:rsid w:val="08B21891"/>
    <w:rsid w:val="08BE2E29"/>
    <w:rsid w:val="08D204B0"/>
    <w:rsid w:val="08D37217"/>
    <w:rsid w:val="08F51F1B"/>
    <w:rsid w:val="08F5539B"/>
    <w:rsid w:val="09000902"/>
    <w:rsid w:val="09153E1C"/>
    <w:rsid w:val="092148F6"/>
    <w:rsid w:val="09463480"/>
    <w:rsid w:val="09553088"/>
    <w:rsid w:val="098A256E"/>
    <w:rsid w:val="09A41A1F"/>
    <w:rsid w:val="0A8638C8"/>
    <w:rsid w:val="0AC44AAD"/>
    <w:rsid w:val="0ACE1C16"/>
    <w:rsid w:val="0AD21DBA"/>
    <w:rsid w:val="0AE0215F"/>
    <w:rsid w:val="0B2A5120"/>
    <w:rsid w:val="0B3F4504"/>
    <w:rsid w:val="0B797F9B"/>
    <w:rsid w:val="0B903C80"/>
    <w:rsid w:val="0B933236"/>
    <w:rsid w:val="0BAD28E2"/>
    <w:rsid w:val="0BB66690"/>
    <w:rsid w:val="0BC24FB8"/>
    <w:rsid w:val="0BC67A2D"/>
    <w:rsid w:val="0BC8223D"/>
    <w:rsid w:val="0BCE5B2F"/>
    <w:rsid w:val="0BD56639"/>
    <w:rsid w:val="0BEE6F06"/>
    <w:rsid w:val="0C5F321E"/>
    <w:rsid w:val="0CCF3431"/>
    <w:rsid w:val="0D16106E"/>
    <w:rsid w:val="0D2B7FC9"/>
    <w:rsid w:val="0D314D9A"/>
    <w:rsid w:val="0D4D1E52"/>
    <w:rsid w:val="0D517F24"/>
    <w:rsid w:val="0D665884"/>
    <w:rsid w:val="0D7F5CF7"/>
    <w:rsid w:val="0E525D07"/>
    <w:rsid w:val="0E6A154A"/>
    <w:rsid w:val="0EC7244E"/>
    <w:rsid w:val="0ECC0C78"/>
    <w:rsid w:val="0ED14593"/>
    <w:rsid w:val="0EEE670F"/>
    <w:rsid w:val="0EFA01A0"/>
    <w:rsid w:val="0F00501F"/>
    <w:rsid w:val="0F08318B"/>
    <w:rsid w:val="0F1D279A"/>
    <w:rsid w:val="0F2A0EF3"/>
    <w:rsid w:val="0F423F1F"/>
    <w:rsid w:val="0F913D97"/>
    <w:rsid w:val="0F9C6B2F"/>
    <w:rsid w:val="0FA03FB9"/>
    <w:rsid w:val="0FB018D2"/>
    <w:rsid w:val="0FB43769"/>
    <w:rsid w:val="10141182"/>
    <w:rsid w:val="101A5D30"/>
    <w:rsid w:val="101B5B07"/>
    <w:rsid w:val="10280AA8"/>
    <w:rsid w:val="10453823"/>
    <w:rsid w:val="10563664"/>
    <w:rsid w:val="10574B41"/>
    <w:rsid w:val="107C38EA"/>
    <w:rsid w:val="10A51097"/>
    <w:rsid w:val="10AF11B6"/>
    <w:rsid w:val="10B6456A"/>
    <w:rsid w:val="10C03E32"/>
    <w:rsid w:val="10E82BD5"/>
    <w:rsid w:val="10FE49F4"/>
    <w:rsid w:val="111B6BB6"/>
    <w:rsid w:val="111C26E5"/>
    <w:rsid w:val="113016CB"/>
    <w:rsid w:val="114E426D"/>
    <w:rsid w:val="115C0880"/>
    <w:rsid w:val="11B91C61"/>
    <w:rsid w:val="11BD1B5C"/>
    <w:rsid w:val="11CC4662"/>
    <w:rsid w:val="11D03371"/>
    <w:rsid w:val="11FA744A"/>
    <w:rsid w:val="121474AC"/>
    <w:rsid w:val="121508FB"/>
    <w:rsid w:val="121A3DF8"/>
    <w:rsid w:val="123276C2"/>
    <w:rsid w:val="123C599C"/>
    <w:rsid w:val="12434669"/>
    <w:rsid w:val="12574C17"/>
    <w:rsid w:val="126D581F"/>
    <w:rsid w:val="127F7CB3"/>
    <w:rsid w:val="128D521B"/>
    <w:rsid w:val="12963676"/>
    <w:rsid w:val="129914B6"/>
    <w:rsid w:val="12A63419"/>
    <w:rsid w:val="12B4441E"/>
    <w:rsid w:val="12C54376"/>
    <w:rsid w:val="12CF61BF"/>
    <w:rsid w:val="12E55D84"/>
    <w:rsid w:val="130471C3"/>
    <w:rsid w:val="13582D7C"/>
    <w:rsid w:val="13707DAA"/>
    <w:rsid w:val="137646B1"/>
    <w:rsid w:val="13960100"/>
    <w:rsid w:val="13AE40F4"/>
    <w:rsid w:val="13C22140"/>
    <w:rsid w:val="13F124AE"/>
    <w:rsid w:val="13FB2891"/>
    <w:rsid w:val="141B0EE7"/>
    <w:rsid w:val="142D771B"/>
    <w:rsid w:val="146975C2"/>
    <w:rsid w:val="146975ED"/>
    <w:rsid w:val="14727FE0"/>
    <w:rsid w:val="147969CF"/>
    <w:rsid w:val="14A62351"/>
    <w:rsid w:val="14A946BC"/>
    <w:rsid w:val="14C62F9C"/>
    <w:rsid w:val="14C9125A"/>
    <w:rsid w:val="14F53AFE"/>
    <w:rsid w:val="150858D0"/>
    <w:rsid w:val="15143DA3"/>
    <w:rsid w:val="156E2B66"/>
    <w:rsid w:val="157F59B3"/>
    <w:rsid w:val="15B53B17"/>
    <w:rsid w:val="15DC3DBA"/>
    <w:rsid w:val="15E5504F"/>
    <w:rsid w:val="16177000"/>
    <w:rsid w:val="16533063"/>
    <w:rsid w:val="16C41B1A"/>
    <w:rsid w:val="16C4310D"/>
    <w:rsid w:val="16E3365C"/>
    <w:rsid w:val="16F439BC"/>
    <w:rsid w:val="170A6615"/>
    <w:rsid w:val="170B223E"/>
    <w:rsid w:val="17482FA9"/>
    <w:rsid w:val="174D2786"/>
    <w:rsid w:val="175325B3"/>
    <w:rsid w:val="17881C45"/>
    <w:rsid w:val="17B149C5"/>
    <w:rsid w:val="17D55588"/>
    <w:rsid w:val="18120498"/>
    <w:rsid w:val="1836032B"/>
    <w:rsid w:val="184E1FE0"/>
    <w:rsid w:val="18910CF0"/>
    <w:rsid w:val="18AE0E88"/>
    <w:rsid w:val="18BA25E5"/>
    <w:rsid w:val="18BC0AC7"/>
    <w:rsid w:val="18BF73EA"/>
    <w:rsid w:val="18D7608A"/>
    <w:rsid w:val="18FD13DD"/>
    <w:rsid w:val="190C019A"/>
    <w:rsid w:val="192A1428"/>
    <w:rsid w:val="195A67A1"/>
    <w:rsid w:val="19E76FB0"/>
    <w:rsid w:val="1A0522DC"/>
    <w:rsid w:val="1A496B00"/>
    <w:rsid w:val="1A54444A"/>
    <w:rsid w:val="1A55477B"/>
    <w:rsid w:val="1A5D0033"/>
    <w:rsid w:val="1A644C44"/>
    <w:rsid w:val="1A8665D1"/>
    <w:rsid w:val="1A921D58"/>
    <w:rsid w:val="1AA82199"/>
    <w:rsid w:val="1AC843A2"/>
    <w:rsid w:val="1B494F01"/>
    <w:rsid w:val="1B7A14E1"/>
    <w:rsid w:val="1B805F0C"/>
    <w:rsid w:val="1B926C03"/>
    <w:rsid w:val="1BA217A7"/>
    <w:rsid w:val="1BDA1D25"/>
    <w:rsid w:val="1C024584"/>
    <w:rsid w:val="1C106ADC"/>
    <w:rsid w:val="1C4A6926"/>
    <w:rsid w:val="1C6C3139"/>
    <w:rsid w:val="1CB7446E"/>
    <w:rsid w:val="1CE35A73"/>
    <w:rsid w:val="1D443B43"/>
    <w:rsid w:val="1D4F5672"/>
    <w:rsid w:val="1D5C309A"/>
    <w:rsid w:val="1DD75260"/>
    <w:rsid w:val="1DDF1EF0"/>
    <w:rsid w:val="1DE36EE9"/>
    <w:rsid w:val="1DF92DDE"/>
    <w:rsid w:val="1E047BF1"/>
    <w:rsid w:val="1E354794"/>
    <w:rsid w:val="1E593313"/>
    <w:rsid w:val="1E5C20CC"/>
    <w:rsid w:val="1E8E0351"/>
    <w:rsid w:val="1EB66730"/>
    <w:rsid w:val="1EC35480"/>
    <w:rsid w:val="1ED323F9"/>
    <w:rsid w:val="1F030504"/>
    <w:rsid w:val="1F0703E7"/>
    <w:rsid w:val="1F080E4B"/>
    <w:rsid w:val="1F1A49FB"/>
    <w:rsid w:val="1F21495F"/>
    <w:rsid w:val="1F371BCC"/>
    <w:rsid w:val="1F3B6F9A"/>
    <w:rsid w:val="1F3C51BD"/>
    <w:rsid w:val="1F641904"/>
    <w:rsid w:val="1F8849C6"/>
    <w:rsid w:val="1F922424"/>
    <w:rsid w:val="1F9A3F34"/>
    <w:rsid w:val="1FE37226"/>
    <w:rsid w:val="1FEF1225"/>
    <w:rsid w:val="20441DD1"/>
    <w:rsid w:val="204B5E3B"/>
    <w:rsid w:val="205F4AE3"/>
    <w:rsid w:val="20680575"/>
    <w:rsid w:val="2075734B"/>
    <w:rsid w:val="20832D40"/>
    <w:rsid w:val="208859BA"/>
    <w:rsid w:val="208D6B53"/>
    <w:rsid w:val="20B138FA"/>
    <w:rsid w:val="20BF03A3"/>
    <w:rsid w:val="20F92A2C"/>
    <w:rsid w:val="20FF0347"/>
    <w:rsid w:val="210F3492"/>
    <w:rsid w:val="211C28FA"/>
    <w:rsid w:val="212B7528"/>
    <w:rsid w:val="21411180"/>
    <w:rsid w:val="21477FE1"/>
    <w:rsid w:val="21504456"/>
    <w:rsid w:val="21564EC6"/>
    <w:rsid w:val="2182043B"/>
    <w:rsid w:val="21883F9F"/>
    <w:rsid w:val="21C12182"/>
    <w:rsid w:val="21C52EA5"/>
    <w:rsid w:val="21DE33CA"/>
    <w:rsid w:val="224648DC"/>
    <w:rsid w:val="22465084"/>
    <w:rsid w:val="224F52D7"/>
    <w:rsid w:val="225B7555"/>
    <w:rsid w:val="2292627F"/>
    <w:rsid w:val="229D6FBD"/>
    <w:rsid w:val="22AE0525"/>
    <w:rsid w:val="22B17AB4"/>
    <w:rsid w:val="22C65B5B"/>
    <w:rsid w:val="23051696"/>
    <w:rsid w:val="231828DF"/>
    <w:rsid w:val="23231B3C"/>
    <w:rsid w:val="2327705F"/>
    <w:rsid w:val="237241AE"/>
    <w:rsid w:val="237C7BAB"/>
    <w:rsid w:val="23F2780D"/>
    <w:rsid w:val="240140F5"/>
    <w:rsid w:val="242E0CE2"/>
    <w:rsid w:val="2465167D"/>
    <w:rsid w:val="246D3800"/>
    <w:rsid w:val="24A70646"/>
    <w:rsid w:val="24B5485E"/>
    <w:rsid w:val="24CE4E15"/>
    <w:rsid w:val="24D17330"/>
    <w:rsid w:val="24E123A6"/>
    <w:rsid w:val="250B0683"/>
    <w:rsid w:val="250D4324"/>
    <w:rsid w:val="251F33A5"/>
    <w:rsid w:val="2566159C"/>
    <w:rsid w:val="257A642E"/>
    <w:rsid w:val="257C6CE3"/>
    <w:rsid w:val="25DA59C3"/>
    <w:rsid w:val="25FF396A"/>
    <w:rsid w:val="26086803"/>
    <w:rsid w:val="26806203"/>
    <w:rsid w:val="26AE1F92"/>
    <w:rsid w:val="26C63D0E"/>
    <w:rsid w:val="26D35ED0"/>
    <w:rsid w:val="26E63669"/>
    <w:rsid w:val="27183CCE"/>
    <w:rsid w:val="272266F8"/>
    <w:rsid w:val="273F7176"/>
    <w:rsid w:val="2746015E"/>
    <w:rsid w:val="27465348"/>
    <w:rsid w:val="2796744F"/>
    <w:rsid w:val="27C83AFA"/>
    <w:rsid w:val="27E34414"/>
    <w:rsid w:val="27EE646A"/>
    <w:rsid w:val="27FC0811"/>
    <w:rsid w:val="27FE3728"/>
    <w:rsid w:val="281645DF"/>
    <w:rsid w:val="2826487C"/>
    <w:rsid w:val="283E7EA7"/>
    <w:rsid w:val="2841596C"/>
    <w:rsid w:val="284A31CD"/>
    <w:rsid w:val="284A7230"/>
    <w:rsid w:val="285C7CDF"/>
    <w:rsid w:val="287220FF"/>
    <w:rsid w:val="287C151F"/>
    <w:rsid w:val="28800F33"/>
    <w:rsid w:val="289D437D"/>
    <w:rsid w:val="28C21A7A"/>
    <w:rsid w:val="2913280E"/>
    <w:rsid w:val="29197298"/>
    <w:rsid w:val="291B4AB1"/>
    <w:rsid w:val="292D4063"/>
    <w:rsid w:val="293A7485"/>
    <w:rsid w:val="29464384"/>
    <w:rsid w:val="29776126"/>
    <w:rsid w:val="299A4ABA"/>
    <w:rsid w:val="29A82F1C"/>
    <w:rsid w:val="29E65D02"/>
    <w:rsid w:val="29EE0DD4"/>
    <w:rsid w:val="29F772A4"/>
    <w:rsid w:val="29F907B9"/>
    <w:rsid w:val="29FD0695"/>
    <w:rsid w:val="2A136C54"/>
    <w:rsid w:val="2A392447"/>
    <w:rsid w:val="2A4712D9"/>
    <w:rsid w:val="2A580BB0"/>
    <w:rsid w:val="2A5E313E"/>
    <w:rsid w:val="2A6C1B42"/>
    <w:rsid w:val="2A9D4684"/>
    <w:rsid w:val="2ACF12BB"/>
    <w:rsid w:val="2AF300CC"/>
    <w:rsid w:val="2B220BBC"/>
    <w:rsid w:val="2B5F10C8"/>
    <w:rsid w:val="2B8A7C5C"/>
    <w:rsid w:val="2B9926DD"/>
    <w:rsid w:val="2BBF2DCA"/>
    <w:rsid w:val="2BCA3691"/>
    <w:rsid w:val="2BF162A8"/>
    <w:rsid w:val="2BF920EF"/>
    <w:rsid w:val="2C0E16C3"/>
    <w:rsid w:val="2C35305C"/>
    <w:rsid w:val="2C51020F"/>
    <w:rsid w:val="2C523369"/>
    <w:rsid w:val="2C71124C"/>
    <w:rsid w:val="2C892ADA"/>
    <w:rsid w:val="2CBF7B90"/>
    <w:rsid w:val="2CD0795F"/>
    <w:rsid w:val="2D044EA8"/>
    <w:rsid w:val="2D0C4240"/>
    <w:rsid w:val="2D3E6105"/>
    <w:rsid w:val="2DCF2287"/>
    <w:rsid w:val="2DE46006"/>
    <w:rsid w:val="2DEB5951"/>
    <w:rsid w:val="2E164011"/>
    <w:rsid w:val="2E17426C"/>
    <w:rsid w:val="2E3605EC"/>
    <w:rsid w:val="2E43146A"/>
    <w:rsid w:val="2E493BE2"/>
    <w:rsid w:val="2E803A90"/>
    <w:rsid w:val="2EB75638"/>
    <w:rsid w:val="2EBF1117"/>
    <w:rsid w:val="2ECC4FED"/>
    <w:rsid w:val="2EE70465"/>
    <w:rsid w:val="2FAC0F7C"/>
    <w:rsid w:val="2FB66391"/>
    <w:rsid w:val="2FD60C69"/>
    <w:rsid w:val="2FDE6623"/>
    <w:rsid w:val="2FE70124"/>
    <w:rsid w:val="300E12F2"/>
    <w:rsid w:val="30144F3E"/>
    <w:rsid w:val="3063297F"/>
    <w:rsid w:val="307A5052"/>
    <w:rsid w:val="30BB0511"/>
    <w:rsid w:val="30C44BC9"/>
    <w:rsid w:val="30C67E8F"/>
    <w:rsid w:val="30C913A2"/>
    <w:rsid w:val="30EF4478"/>
    <w:rsid w:val="311E7A51"/>
    <w:rsid w:val="313661FD"/>
    <w:rsid w:val="31610DFD"/>
    <w:rsid w:val="31853FD9"/>
    <w:rsid w:val="31AD3620"/>
    <w:rsid w:val="31DD77B5"/>
    <w:rsid w:val="31F350F7"/>
    <w:rsid w:val="320E789F"/>
    <w:rsid w:val="32180110"/>
    <w:rsid w:val="325135C7"/>
    <w:rsid w:val="32A742F1"/>
    <w:rsid w:val="32B933BB"/>
    <w:rsid w:val="32DD144F"/>
    <w:rsid w:val="32F21C84"/>
    <w:rsid w:val="330144BB"/>
    <w:rsid w:val="330F4C33"/>
    <w:rsid w:val="334F3907"/>
    <w:rsid w:val="33747E5A"/>
    <w:rsid w:val="338036B8"/>
    <w:rsid w:val="33D641BE"/>
    <w:rsid w:val="33DB0653"/>
    <w:rsid w:val="33DE1B3B"/>
    <w:rsid w:val="33FF2A76"/>
    <w:rsid w:val="344D4A3F"/>
    <w:rsid w:val="34663F59"/>
    <w:rsid w:val="34714E33"/>
    <w:rsid w:val="34830DAE"/>
    <w:rsid w:val="348469D8"/>
    <w:rsid w:val="34B04B72"/>
    <w:rsid w:val="34BF416D"/>
    <w:rsid w:val="34C65DD7"/>
    <w:rsid w:val="34DD041A"/>
    <w:rsid w:val="34E50382"/>
    <w:rsid w:val="34F37AF8"/>
    <w:rsid w:val="352864E0"/>
    <w:rsid w:val="355F6B56"/>
    <w:rsid w:val="357A6492"/>
    <w:rsid w:val="358871B2"/>
    <w:rsid w:val="35C24BC8"/>
    <w:rsid w:val="361B15C1"/>
    <w:rsid w:val="364564E6"/>
    <w:rsid w:val="36783DDA"/>
    <w:rsid w:val="367F579D"/>
    <w:rsid w:val="36874946"/>
    <w:rsid w:val="36D460D7"/>
    <w:rsid w:val="36F12A90"/>
    <w:rsid w:val="373B0DF4"/>
    <w:rsid w:val="375D04CC"/>
    <w:rsid w:val="37F205AD"/>
    <w:rsid w:val="381A712B"/>
    <w:rsid w:val="38216EAB"/>
    <w:rsid w:val="38467D89"/>
    <w:rsid w:val="38914B85"/>
    <w:rsid w:val="389425B0"/>
    <w:rsid w:val="389A47D5"/>
    <w:rsid w:val="38C2743D"/>
    <w:rsid w:val="38D94467"/>
    <w:rsid w:val="39007BE6"/>
    <w:rsid w:val="39042141"/>
    <w:rsid w:val="3919176F"/>
    <w:rsid w:val="393B2C69"/>
    <w:rsid w:val="394F444B"/>
    <w:rsid w:val="39A02EAD"/>
    <w:rsid w:val="39B00766"/>
    <w:rsid w:val="39BD65EE"/>
    <w:rsid w:val="39DD2906"/>
    <w:rsid w:val="39E70106"/>
    <w:rsid w:val="39F13024"/>
    <w:rsid w:val="3A0741EB"/>
    <w:rsid w:val="3A0E3B08"/>
    <w:rsid w:val="3A2A3319"/>
    <w:rsid w:val="3A4071C3"/>
    <w:rsid w:val="3A9828EA"/>
    <w:rsid w:val="3A9F5933"/>
    <w:rsid w:val="3A9F7B3F"/>
    <w:rsid w:val="3AB00E24"/>
    <w:rsid w:val="3AC8736D"/>
    <w:rsid w:val="3AD355BC"/>
    <w:rsid w:val="3AF17170"/>
    <w:rsid w:val="3AF64CDE"/>
    <w:rsid w:val="3B18195E"/>
    <w:rsid w:val="3B1A2537"/>
    <w:rsid w:val="3B6A078F"/>
    <w:rsid w:val="3B7D78CD"/>
    <w:rsid w:val="3B865C08"/>
    <w:rsid w:val="3BC20E96"/>
    <w:rsid w:val="3BD25AA9"/>
    <w:rsid w:val="3BEB3563"/>
    <w:rsid w:val="3BEC625B"/>
    <w:rsid w:val="3C4A3A41"/>
    <w:rsid w:val="3C573BEF"/>
    <w:rsid w:val="3C6C23F9"/>
    <w:rsid w:val="3C94033C"/>
    <w:rsid w:val="3CE00F2B"/>
    <w:rsid w:val="3CE40A5B"/>
    <w:rsid w:val="3CED3130"/>
    <w:rsid w:val="3D0106A6"/>
    <w:rsid w:val="3D1E6019"/>
    <w:rsid w:val="3D3644DA"/>
    <w:rsid w:val="3D7F55DD"/>
    <w:rsid w:val="3D8C2B14"/>
    <w:rsid w:val="3D9279B7"/>
    <w:rsid w:val="3D9A30A8"/>
    <w:rsid w:val="3DA549C3"/>
    <w:rsid w:val="3E1201FF"/>
    <w:rsid w:val="3E20099F"/>
    <w:rsid w:val="3E2E77B7"/>
    <w:rsid w:val="3E5B6FA1"/>
    <w:rsid w:val="3EAA5982"/>
    <w:rsid w:val="3EB031FC"/>
    <w:rsid w:val="3EB7407C"/>
    <w:rsid w:val="3EBF2FDA"/>
    <w:rsid w:val="3ED50E94"/>
    <w:rsid w:val="3ED80A4E"/>
    <w:rsid w:val="3EE762FC"/>
    <w:rsid w:val="3EEB04DD"/>
    <w:rsid w:val="3F0C7FB5"/>
    <w:rsid w:val="3F37536C"/>
    <w:rsid w:val="3F3F2139"/>
    <w:rsid w:val="3F623078"/>
    <w:rsid w:val="3F646C78"/>
    <w:rsid w:val="3F6D3216"/>
    <w:rsid w:val="3F92154C"/>
    <w:rsid w:val="3FA05CDE"/>
    <w:rsid w:val="3FC41FE4"/>
    <w:rsid w:val="3FCD3C5C"/>
    <w:rsid w:val="3FEB3F1E"/>
    <w:rsid w:val="4007022D"/>
    <w:rsid w:val="40185D8A"/>
    <w:rsid w:val="401F7044"/>
    <w:rsid w:val="40253CD5"/>
    <w:rsid w:val="402A72B7"/>
    <w:rsid w:val="40421860"/>
    <w:rsid w:val="40864C7F"/>
    <w:rsid w:val="40C00B4D"/>
    <w:rsid w:val="40F54113"/>
    <w:rsid w:val="40FB4E8A"/>
    <w:rsid w:val="410A78B3"/>
    <w:rsid w:val="41A95F00"/>
    <w:rsid w:val="420168BC"/>
    <w:rsid w:val="42210DA7"/>
    <w:rsid w:val="42291FA0"/>
    <w:rsid w:val="42544DFD"/>
    <w:rsid w:val="425B0290"/>
    <w:rsid w:val="42621F2C"/>
    <w:rsid w:val="426F7659"/>
    <w:rsid w:val="4294695C"/>
    <w:rsid w:val="42BA6801"/>
    <w:rsid w:val="42BB5673"/>
    <w:rsid w:val="42C72BDA"/>
    <w:rsid w:val="42D2654C"/>
    <w:rsid w:val="42F01F15"/>
    <w:rsid w:val="433401A4"/>
    <w:rsid w:val="43561530"/>
    <w:rsid w:val="43792F03"/>
    <w:rsid w:val="43B52F48"/>
    <w:rsid w:val="43F15675"/>
    <w:rsid w:val="43FA6F83"/>
    <w:rsid w:val="442315A7"/>
    <w:rsid w:val="444C26E0"/>
    <w:rsid w:val="445B6B61"/>
    <w:rsid w:val="446D46AC"/>
    <w:rsid w:val="448941BE"/>
    <w:rsid w:val="44935889"/>
    <w:rsid w:val="449A7D8F"/>
    <w:rsid w:val="44B26AD5"/>
    <w:rsid w:val="44C00506"/>
    <w:rsid w:val="44CD74DF"/>
    <w:rsid w:val="44FA3E8C"/>
    <w:rsid w:val="453F010E"/>
    <w:rsid w:val="45930659"/>
    <w:rsid w:val="45C76F41"/>
    <w:rsid w:val="45D47209"/>
    <w:rsid w:val="45D93564"/>
    <w:rsid w:val="45DC18E4"/>
    <w:rsid w:val="45DE711D"/>
    <w:rsid w:val="45EC57D9"/>
    <w:rsid w:val="460129A1"/>
    <w:rsid w:val="46066A96"/>
    <w:rsid w:val="46096A33"/>
    <w:rsid w:val="462827B8"/>
    <w:rsid w:val="464A3B45"/>
    <w:rsid w:val="46542EE2"/>
    <w:rsid w:val="46584789"/>
    <w:rsid w:val="468422DC"/>
    <w:rsid w:val="468B4DA8"/>
    <w:rsid w:val="469F3D6C"/>
    <w:rsid w:val="46D12E8E"/>
    <w:rsid w:val="46DF3EB8"/>
    <w:rsid w:val="46E902F2"/>
    <w:rsid w:val="46F95F1E"/>
    <w:rsid w:val="4712434D"/>
    <w:rsid w:val="47202113"/>
    <w:rsid w:val="476A0FF6"/>
    <w:rsid w:val="479C19D1"/>
    <w:rsid w:val="47F45CB7"/>
    <w:rsid w:val="48042866"/>
    <w:rsid w:val="48417F72"/>
    <w:rsid w:val="48601C9D"/>
    <w:rsid w:val="48631A8B"/>
    <w:rsid w:val="487C5022"/>
    <w:rsid w:val="48847F3E"/>
    <w:rsid w:val="48AB5F4D"/>
    <w:rsid w:val="490D65DD"/>
    <w:rsid w:val="496754D8"/>
    <w:rsid w:val="4968565C"/>
    <w:rsid w:val="499A3ED4"/>
    <w:rsid w:val="49D27840"/>
    <w:rsid w:val="49F633DD"/>
    <w:rsid w:val="49F67E50"/>
    <w:rsid w:val="4A0771BF"/>
    <w:rsid w:val="4A1C48A0"/>
    <w:rsid w:val="4A483AA4"/>
    <w:rsid w:val="4A664471"/>
    <w:rsid w:val="4A871C89"/>
    <w:rsid w:val="4A9836B8"/>
    <w:rsid w:val="4AEA28BA"/>
    <w:rsid w:val="4B122E9D"/>
    <w:rsid w:val="4B330583"/>
    <w:rsid w:val="4B5856BF"/>
    <w:rsid w:val="4B6A1BBF"/>
    <w:rsid w:val="4B9B0742"/>
    <w:rsid w:val="4BA70A3A"/>
    <w:rsid w:val="4BBA105A"/>
    <w:rsid w:val="4BD648EC"/>
    <w:rsid w:val="4BE03919"/>
    <w:rsid w:val="4BF9677D"/>
    <w:rsid w:val="4C0958EF"/>
    <w:rsid w:val="4C361939"/>
    <w:rsid w:val="4C437199"/>
    <w:rsid w:val="4C47500A"/>
    <w:rsid w:val="4C612CFA"/>
    <w:rsid w:val="4CF12A92"/>
    <w:rsid w:val="4D002B68"/>
    <w:rsid w:val="4D211281"/>
    <w:rsid w:val="4D3D728F"/>
    <w:rsid w:val="4D5E1F03"/>
    <w:rsid w:val="4D7A4E02"/>
    <w:rsid w:val="4D7C6EFF"/>
    <w:rsid w:val="4D8114EF"/>
    <w:rsid w:val="4DA36901"/>
    <w:rsid w:val="4DAE13E3"/>
    <w:rsid w:val="4DC416A2"/>
    <w:rsid w:val="4E090E5C"/>
    <w:rsid w:val="4E20442A"/>
    <w:rsid w:val="4E227E9A"/>
    <w:rsid w:val="4E2710BC"/>
    <w:rsid w:val="4E457334"/>
    <w:rsid w:val="4E557B25"/>
    <w:rsid w:val="4E61695D"/>
    <w:rsid w:val="4E6F62C4"/>
    <w:rsid w:val="4E8262C3"/>
    <w:rsid w:val="4E863702"/>
    <w:rsid w:val="4E8B0F28"/>
    <w:rsid w:val="4E931F52"/>
    <w:rsid w:val="4EBB6D1A"/>
    <w:rsid w:val="4ED3087A"/>
    <w:rsid w:val="4EDF31E0"/>
    <w:rsid w:val="4EE471DD"/>
    <w:rsid w:val="4F223D7E"/>
    <w:rsid w:val="4F245B92"/>
    <w:rsid w:val="4F4425FE"/>
    <w:rsid w:val="4F4E0DFE"/>
    <w:rsid w:val="4FE5679C"/>
    <w:rsid w:val="50134FA0"/>
    <w:rsid w:val="50297DB4"/>
    <w:rsid w:val="50563088"/>
    <w:rsid w:val="505811B1"/>
    <w:rsid w:val="50665096"/>
    <w:rsid w:val="50934BF0"/>
    <w:rsid w:val="509376DA"/>
    <w:rsid w:val="50C314FF"/>
    <w:rsid w:val="50CC0EE7"/>
    <w:rsid w:val="50E54B0A"/>
    <w:rsid w:val="50EE7838"/>
    <w:rsid w:val="51146029"/>
    <w:rsid w:val="511F2F07"/>
    <w:rsid w:val="513E000C"/>
    <w:rsid w:val="51446435"/>
    <w:rsid w:val="514B3C44"/>
    <w:rsid w:val="51556869"/>
    <w:rsid w:val="51696FAE"/>
    <w:rsid w:val="51B86A0C"/>
    <w:rsid w:val="51E234D7"/>
    <w:rsid w:val="520D209D"/>
    <w:rsid w:val="528534DB"/>
    <w:rsid w:val="52AC1E74"/>
    <w:rsid w:val="52B748D9"/>
    <w:rsid w:val="52FB3500"/>
    <w:rsid w:val="52FB7A26"/>
    <w:rsid w:val="531B5A40"/>
    <w:rsid w:val="533C1B49"/>
    <w:rsid w:val="53442D7B"/>
    <w:rsid w:val="53A92CA5"/>
    <w:rsid w:val="53C000DC"/>
    <w:rsid w:val="53E94214"/>
    <w:rsid w:val="54164DA5"/>
    <w:rsid w:val="5428637A"/>
    <w:rsid w:val="54472CE5"/>
    <w:rsid w:val="544E2B64"/>
    <w:rsid w:val="545562E6"/>
    <w:rsid w:val="54684308"/>
    <w:rsid w:val="54913357"/>
    <w:rsid w:val="54D2328E"/>
    <w:rsid w:val="54D507B2"/>
    <w:rsid w:val="54ED2028"/>
    <w:rsid w:val="55135FEF"/>
    <w:rsid w:val="5514643B"/>
    <w:rsid w:val="553F6024"/>
    <w:rsid w:val="556506A5"/>
    <w:rsid w:val="55D76F01"/>
    <w:rsid w:val="56016E84"/>
    <w:rsid w:val="563F67AE"/>
    <w:rsid w:val="564551F4"/>
    <w:rsid w:val="56CF335A"/>
    <w:rsid w:val="56F75629"/>
    <w:rsid w:val="570B7CEF"/>
    <w:rsid w:val="57253148"/>
    <w:rsid w:val="576C361D"/>
    <w:rsid w:val="577A0E63"/>
    <w:rsid w:val="579E7A1A"/>
    <w:rsid w:val="5812242B"/>
    <w:rsid w:val="583F5111"/>
    <w:rsid w:val="5858030A"/>
    <w:rsid w:val="58723610"/>
    <w:rsid w:val="58920428"/>
    <w:rsid w:val="58996518"/>
    <w:rsid w:val="58E647CE"/>
    <w:rsid w:val="58F43F7F"/>
    <w:rsid w:val="590131AD"/>
    <w:rsid w:val="591146CA"/>
    <w:rsid w:val="595573DA"/>
    <w:rsid w:val="59667282"/>
    <w:rsid w:val="598423CA"/>
    <w:rsid w:val="59861FAF"/>
    <w:rsid w:val="598E3F80"/>
    <w:rsid w:val="59A459F6"/>
    <w:rsid w:val="59A55130"/>
    <w:rsid w:val="59A62E65"/>
    <w:rsid w:val="59C279C6"/>
    <w:rsid w:val="59D9216C"/>
    <w:rsid w:val="5A2B3737"/>
    <w:rsid w:val="5A7B65A4"/>
    <w:rsid w:val="5AA22C63"/>
    <w:rsid w:val="5ABF1987"/>
    <w:rsid w:val="5AC76A1E"/>
    <w:rsid w:val="5AD61502"/>
    <w:rsid w:val="5AEE78BB"/>
    <w:rsid w:val="5B2550A0"/>
    <w:rsid w:val="5B384AE4"/>
    <w:rsid w:val="5B39179F"/>
    <w:rsid w:val="5B6538A6"/>
    <w:rsid w:val="5B9D4843"/>
    <w:rsid w:val="5BB776F2"/>
    <w:rsid w:val="5BD022C9"/>
    <w:rsid w:val="5BDD6C29"/>
    <w:rsid w:val="5BF14BDE"/>
    <w:rsid w:val="5BF8372B"/>
    <w:rsid w:val="5C075F18"/>
    <w:rsid w:val="5C1F4962"/>
    <w:rsid w:val="5C556CC7"/>
    <w:rsid w:val="5C7419CF"/>
    <w:rsid w:val="5C8A22D1"/>
    <w:rsid w:val="5C9D44E3"/>
    <w:rsid w:val="5CC64930"/>
    <w:rsid w:val="5CFE54A6"/>
    <w:rsid w:val="5D072599"/>
    <w:rsid w:val="5D143BE5"/>
    <w:rsid w:val="5D2E6C33"/>
    <w:rsid w:val="5D415FB3"/>
    <w:rsid w:val="5DAE3DB1"/>
    <w:rsid w:val="5DCF0A83"/>
    <w:rsid w:val="5DDF7F09"/>
    <w:rsid w:val="5DFC7F92"/>
    <w:rsid w:val="5E0449AF"/>
    <w:rsid w:val="5E334405"/>
    <w:rsid w:val="5E336574"/>
    <w:rsid w:val="5E6727C9"/>
    <w:rsid w:val="5E797598"/>
    <w:rsid w:val="5E7E3FB3"/>
    <w:rsid w:val="5EAF0E8E"/>
    <w:rsid w:val="5EC37831"/>
    <w:rsid w:val="5EE84F1E"/>
    <w:rsid w:val="5EF32DBC"/>
    <w:rsid w:val="5EFC6636"/>
    <w:rsid w:val="5F2F422E"/>
    <w:rsid w:val="5F347136"/>
    <w:rsid w:val="5F354EE9"/>
    <w:rsid w:val="5F39717F"/>
    <w:rsid w:val="5F4B05AD"/>
    <w:rsid w:val="5F6273B7"/>
    <w:rsid w:val="5F722D4B"/>
    <w:rsid w:val="60300807"/>
    <w:rsid w:val="60AB4884"/>
    <w:rsid w:val="60B10DB5"/>
    <w:rsid w:val="60BB75C3"/>
    <w:rsid w:val="60C80BEF"/>
    <w:rsid w:val="60CA1580"/>
    <w:rsid w:val="60D673CE"/>
    <w:rsid w:val="610545FC"/>
    <w:rsid w:val="610B53F9"/>
    <w:rsid w:val="61143C1A"/>
    <w:rsid w:val="61194350"/>
    <w:rsid w:val="611A4162"/>
    <w:rsid w:val="6120257F"/>
    <w:rsid w:val="612A4D63"/>
    <w:rsid w:val="613153F9"/>
    <w:rsid w:val="615F7D56"/>
    <w:rsid w:val="61885A78"/>
    <w:rsid w:val="61935C47"/>
    <w:rsid w:val="61E17495"/>
    <w:rsid w:val="620F52D9"/>
    <w:rsid w:val="62227AA8"/>
    <w:rsid w:val="62300E85"/>
    <w:rsid w:val="624B264A"/>
    <w:rsid w:val="62AD3D56"/>
    <w:rsid w:val="62D863DB"/>
    <w:rsid w:val="62E57970"/>
    <w:rsid w:val="62E74505"/>
    <w:rsid w:val="62ED00F9"/>
    <w:rsid w:val="62F81D09"/>
    <w:rsid w:val="630C312E"/>
    <w:rsid w:val="637926C9"/>
    <w:rsid w:val="638D0476"/>
    <w:rsid w:val="63915A0D"/>
    <w:rsid w:val="63A00107"/>
    <w:rsid w:val="63AB1876"/>
    <w:rsid w:val="640871D5"/>
    <w:rsid w:val="6418132A"/>
    <w:rsid w:val="6429191F"/>
    <w:rsid w:val="64667A2E"/>
    <w:rsid w:val="64733906"/>
    <w:rsid w:val="64891210"/>
    <w:rsid w:val="64930727"/>
    <w:rsid w:val="64994073"/>
    <w:rsid w:val="64A46CAE"/>
    <w:rsid w:val="64A55ADB"/>
    <w:rsid w:val="64E748D8"/>
    <w:rsid w:val="653913B2"/>
    <w:rsid w:val="653D48AB"/>
    <w:rsid w:val="65777890"/>
    <w:rsid w:val="65937328"/>
    <w:rsid w:val="659F1788"/>
    <w:rsid w:val="65A63067"/>
    <w:rsid w:val="65DD3FED"/>
    <w:rsid w:val="65FD5C1E"/>
    <w:rsid w:val="661E3F5C"/>
    <w:rsid w:val="662E3769"/>
    <w:rsid w:val="66723A31"/>
    <w:rsid w:val="66C10273"/>
    <w:rsid w:val="66C43E50"/>
    <w:rsid w:val="66F876C7"/>
    <w:rsid w:val="67100068"/>
    <w:rsid w:val="67146D60"/>
    <w:rsid w:val="6727592D"/>
    <w:rsid w:val="673355F2"/>
    <w:rsid w:val="67415A57"/>
    <w:rsid w:val="674479AD"/>
    <w:rsid w:val="67804DCF"/>
    <w:rsid w:val="679C3F36"/>
    <w:rsid w:val="67A5383C"/>
    <w:rsid w:val="67B4299F"/>
    <w:rsid w:val="67B822A2"/>
    <w:rsid w:val="67C07B9B"/>
    <w:rsid w:val="67E01F30"/>
    <w:rsid w:val="67EB25C9"/>
    <w:rsid w:val="68180D97"/>
    <w:rsid w:val="681C6A60"/>
    <w:rsid w:val="682A0F43"/>
    <w:rsid w:val="6833129D"/>
    <w:rsid w:val="68536B0B"/>
    <w:rsid w:val="68861186"/>
    <w:rsid w:val="688827D3"/>
    <w:rsid w:val="68977943"/>
    <w:rsid w:val="68F60B06"/>
    <w:rsid w:val="69025199"/>
    <w:rsid w:val="69034245"/>
    <w:rsid w:val="693F1362"/>
    <w:rsid w:val="69520B99"/>
    <w:rsid w:val="69611104"/>
    <w:rsid w:val="69AE4491"/>
    <w:rsid w:val="69B130D4"/>
    <w:rsid w:val="69CD17AC"/>
    <w:rsid w:val="69D416ED"/>
    <w:rsid w:val="69E216FE"/>
    <w:rsid w:val="6A425C26"/>
    <w:rsid w:val="6A454F2C"/>
    <w:rsid w:val="6A75773B"/>
    <w:rsid w:val="6A7E394B"/>
    <w:rsid w:val="6A9B5EE4"/>
    <w:rsid w:val="6AB16963"/>
    <w:rsid w:val="6AF75546"/>
    <w:rsid w:val="6B02154C"/>
    <w:rsid w:val="6B0B6D40"/>
    <w:rsid w:val="6B1F54B6"/>
    <w:rsid w:val="6B450E26"/>
    <w:rsid w:val="6B517A9A"/>
    <w:rsid w:val="6B5F62FC"/>
    <w:rsid w:val="6B651FDF"/>
    <w:rsid w:val="6B772E22"/>
    <w:rsid w:val="6B83735A"/>
    <w:rsid w:val="6B9802C5"/>
    <w:rsid w:val="6B986F58"/>
    <w:rsid w:val="6B9A0A0D"/>
    <w:rsid w:val="6BA54E0A"/>
    <w:rsid w:val="6BDF08E7"/>
    <w:rsid w:val="6BE905B2"/>
    <w:rsid w:val="6BF56F67"/>
    <w:rsid w:val="6C037728"/>
    <w:rsid w:val="6C094F0C"/>
    <w:rsid w:val="6C38643E"/>
    <w:rsid w:val="6C3A7890"/>
    <w:rsid w:val="6C5008B0"/>
    <w:rsid w:val="6C5C6D77"/>
    <w:rsid w:val="6C637C05"/>
    <w:rsid w:val="6C852CCF"/>
    <w:rsid w:val="6CB7395B"/>
    <w:rsid w:val="6CB75F0B"/>
    <w:rsid w:val="6CCA5D0D"/>
    <w:rsid w:val="6CDF2D59"/>
    <w:rsid w:val="6CF35CBF"/>
    <w:rsid w:val="6D0A4AB2"/>
    <w:rsid w:val="6D8028C9"/>
    <w:rsid w:val="6D976560"/>
    <w:rsid w:val="6DA10948"/>
    <w:rsid w:val="6DA83CD0"/>
    <w:rsid w:val="6DB36F5C"/>
    <w:rsid w:val="6DB47119"/>
    <w:rsid w:val="6DC05BB8"/>
    <w:rsid w:val="6DD42037"/>
    <w:rsid w:val="6DEE7D2C"/>
    <w:rsid w:val="6E0A3D3A"/>
    <w:rsid w:val="6E2013E0"/>
    <w:rsid w:val="6E2433F9"/>
    <w:rsid w:val="6E2A2543"/>
    <w:rsid w:val="6E497EC2"/>
    <w:rsid w:val="6E647FC5"/>
    <w:rsid w:val="6E9144AF"/>
    <w:rsid w:val="6E9C5F09"/>
    <w:rsid w:val="6EAD3E4A"/>
    <w:rsid w:val="6EAE315A"/>
    <w:rsid w:val="6EBA49BE"/>
    <w:rsid w:val="6EBE2B84"/>
    <w:rsid w:val="6EE06ABB"/>
    <w:rsid w:val="6F1F3085"/>
    <w:rsid w:val="6F4949A3"/>
    <w:rsid w:val="6F525E4A"/>
    <w:rsid w:val="6F573D3A"/>
    <w:rsid w:val="6F8D0596"/>
    <w:rsid w:val="6F906E0C"/>
    <w:rsid w:val="6FC66E6E"/>
    <w:rsid w:val="6FC67AB1"/>
    <w:rsid w:val="6FCD3A6E"/>
    <w:rsid w:val="6FD418F9"/>
    <w:rsid w:val="6FEF172F"/>
    <w:rsid w:val="701A57A2"/>
    <w:rsid w:val="70291F82"/>
    <w:rsid w:val="703521C1"/>
    <w:rsid w:val="705356B5"/>
    <w:rsid w:val="70702D7E"/>
    <w:rsid w:val="70765ECD"/>
    <w:rsid w:val="70A42887"/>
    <w:rsid w:val="70B35F4D"/>
    <w:rsid w:val="70CD7C53"/>
    <w:rsid w:val="70F56784"/>
    <w:rsid w:val="71394D35"/>
    <w:rsid w:val="715002DC"/>
    <w:rsid w:val="7189300E"/>
    <w:rsid w:val="71AA4E54"/>
    <w:rsid w:val="71AB1F56"/>
    <w:rsid w:val="71B608C6"/>
    <w:rsid w:val="71EC078C"/>
    <w:rsid w:val="71F21C4C"/>
    <w:rsid w:val="726E058F"/>
    <w:rsid w:val="72737235"/>
    <w:rsid w:val="729B5045"/>
    <w:rsid w:val="72B410E6"/>
    <w:rsid w:val="72CF13F0"/>
    <w:rsid w:val="73100378"/>
    <w:rsid w:val="73331EBC"/>
    <w:rsid w:val="735F6E5B"/>
    <w:rsid w:val="736318F7"/>
    <w:rsid w:val="73837B8C"/>
    <w:rsid w:val="738B7B0E"/>
    <w:rsid w:val="738E766B"/>
    <w:rsid w:val="73976AB5"/>
    <w:rsid w:val="73A139C5"/>
    <w:rsid w:val="73B763AE"/>
    <w:rsid w:val="73BC5381"/>
    <w:rsid w:val="73C65386"/>
    <w:rsid w:val="74002737"/>
    <w:rsid w:val="74295CAC"/>
    <w:rsid w:val="7441629C"/>
    <w:rsid w:val="7442679C"/>
    <w:rsid w:val="744326F6"/>
    <w:rsid w:val="7444642E"/>
    <w:rsid w:val="74455E28"/>
    <w:rsid w:val="74471E12"/>
    <w:rsid w:val="745E2951"/>
    <w:rsid w:val="74654825"/>
    <w:rsid w:val="74674918"/>
    <w:rsid w:val="746B5FCD"/>
    <w:rsid w:val="7489656D"/>
    <w:rsid w:val="752358C1"/>
    <w:rsid w:val="755D37D4"/>
    <w:rsid w:val="75965588"/>
    <w:rsid w:val="75C84459"/>
    <w:rsid w:val="76132C39"/>
    <w:rsid w:val="7629707C"/>
    <w:rsid w:val="762E5B21"/>
    <w:rsid w:val="76357B9F"/>
    <w:rsid w:val="76556F3D"/>
    <w:rsid w:val="767B1FA0"/>
    <w:rsid w:val="769F2EBE"/>
    <w:rsid w:val="76B1568D"/>
    <w:rsid w:val="76B2020A"/>
    <w:rsid w:val="76C0284D"/>
    <w:rsid w:val="76C262E4"/>
    <w:rsid w:val="76C82208"/>
    <w:rsid w:val="76EA09AC"/>
    <w:rsid w:val="77067154"/>
    <w:rsid w:val="770A0B1C"/>
    <w:rsid w:val="7719130E"/>
    <w:rsid w:val="772C4D88"/>
    <w:rsid w:val="77373896"/>
    <w:rsid w:val="774E62FF"/>
    <w:rsid w:val="7750467C"/>
    <w:rsid w:val="778349A4"/>
    <w:rsid w:val="7787211F"/>
    <w:rsid w:val="7792169C"/>
    <w:rsid w:val="77A74612"/>
    <w:rsid w:val="77AA4545"/>
    <w:rsid w:val="77B44B7B"/>
    <w:rsid w:val="77BA3021"/>
    <w:rsid w:val="77C11210"/>
    <w:rsid w:val="77CF5F5A"/>
    <w:rsid w:val="781A0DCD"/>
    <w:rsid w:val="783F0642"/>
    <w:rsid w:val="785C73B0"/>
    <w:rsid w:val="786B2506"/>
    <w:rsid w:val="789A0009"/>
    <w:rsid w:val="78B66C34"/>
    <w:rsid w:val="78C20C4B"/>
    <w:rsid w:val="78DC7C89"/>
    <w:rsid w:val="78E50794"/>
    <w:rsid w:val="790F6DB2"/>
    <w:rsid w:val="793A071C"/>
    <w:rsid w:val="793E6EEA"/>
    <w:rsid w:val="797E5954"/>
    <w:rsid w:val="79DF11A5"/>
    <w:rsid w:val="79F1338B"/>
    <w:rsid w:val="79F223A1"/>
    <w:rsid w:val="7A135066"/>
    <w:rsid w:val="7A1900D2"/>
    <w:rsid w:val="7A3352DD"/>
    <w:rsid w:val="7A3E3110"/>
    <w:rsid w:val="7A540193"/>
    <w:rsid w:val="7AAA4442"/>
    <w:rsid w:val="7ABE600C"/>
    <w:rsid w:val="7AD2328D"/>
    <w:rsid w:val="7AE93852"/>
    <w:rsid w:val="7B4870E9"/>
    <w:rsid w:val="7BA16A0C"/>
    <w:rsid w:val="7BB85C2F"/>
    <w:rsid w:val="7BC850C5"/>
    <w:rsid w:val="7BDF10A4"/>
    <w:rsid w:val="7BE51BB7"/>
    <w:rsid w:val="7C005290"/>
    <w:rsid w:val="7C121155"/>
    <w:rsid w:val="7C154B64"/>
    <w:rsid w:val="7C365027"/>
    <w:rsid w:val="7C500B41"/>
    <w:rsid w:val="7C612310"/>
    <w:rsid w:val="7C617E4E"/>
    <w:rsid w:val="7C7D7C39"/>
    <w:rsid w:val="7C8F341B"/>
    <w:rsid w:val="7CA36122"/>
    <w:rsid w:val="7CAC2F42"/>
    <w:rsid w:val="7CBD2826"/>
    <w:rsid w:val="7CF368B3"/>
    <w:rsid w:val="7CFE7C3F"/>
    <w:rsid w:val="7D224981"/>
    <w:rsid w:val="7D7001A7"/>
    <w:rsid w:val="7D8919A5"/>
    <w:rsid w:val="7D893B4B"/>
    <w:rsid w:val="7D941C24"/>
    <w:rsid w:val="7D9659ED"/>
    <w:rsid w:val="7DCB2906"/>
    <w:rsid w:val="7DFE19EF"/>
    <w:rsid w:val="7DFF6CF4"/>
    <w:rsid w:val="7E0E4BA3"/>
    <w:rsid w:val="7E374B3D"/>
    <w:rsid w:val="7E3F095B"/>
    <w:rsid w:val="7E4877EB"/>
    <w:rsid w:val="7E6C742F"/>
    <w:rsid w:val="7E756E35"/>
    <w:rsid w:val="7E8F03D1"/>
    <w:rsid w:val="7ED57684"/>
    <w:rsid w:val="7EE17A8D"/>
    <w:rsid w:val="7EE433D7"/>
    <w:rsid w:val="7EFD6B31"/>
    <w:rsid w:val="7F020524"/>
    <w:rsid w:val="7F2B67C5"/>
    <w:rsid w:val="7F2C6CE1"/>
    <w:rsid w:val="7F3F54D4"/>
    <w:rsid w:val="7F4B79BF"/>
    <w:rsid w:val="7F4C196E"/>
    <w:rsid w:val="7F60774F"/>
    <w:rsid w:val="7F8F690C"/>
    <w:rsid w:val="7FF0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c\AppData\Roaming\Kingsoft\office6\templates\wps\zh_CN\SSEReport.dotm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SSEReport.dotm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2023-05-16T12:09:00Z</dcterms:created>
  <dc:creator>hrc</dc:creator>
  <cp:lastModifiedBy>Administrator</cp:lastModifiedBy>
  <dcterms:modified xsi:type="dcterms:W3CDTF">2023-08-24T00:41:17Z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251EA6FBBD3D43719665175B3F4F4EC6_12</vt:lpwstr>
  </property>
</Properties>
</file>